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055B3" w14:textId="77777777" w:rsidR="00B94CA1" w:rsidRDefault="00B94CA1" w:rsidP="00B94CA1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11649D01" w14:textId="77777777" w:rsidR="00B94CA1" w:rsidRDefault="00B94CA1" w:rsidP="00B94CA1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5BE7F545" w14:textId="77777777" w:rsidR="00B94CA1" w:rsidRPr="002D7614" w:rsidRDefault="00B94CA1" w:rsidP="00B94CA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D7614">
        <w:rPr>
          <w:rFonts w:ascii="Corbel" w:hAnsi="Corbel"/>
          <w:b/>
          <w:smallCaps/>
          <w:sz w:val="24"/>
          <w:szCs w:val="24"/>
        </w:rPr>
        <w:t>SYLABUS</w:t>
      </w:r>
    </w:p>
    <w:p w14:paraId="6CB943F6" w14:textId="3A0FD2CC" w:rsidR="00B94CA1" w:rsidRPr="002D7614" w:rsidRDefault="00B94CA1" w:rsidP="00B94CA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D761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A2222">
        <w:rPr>
          <w:rFonts w:ascii="Corbel" w:hAnsi="Corbel"/>
          <w:i/>
          <w:smallCaps/>
          <w:sz w:val="24"/>
          <w:szCs w:val="24"/>
        </w:rPr>
        <w:t>2019-2022</w:t>
      </w:r>
    </w:p>
    <w:p w14:paraId="0176B3C2" w14:textId="5E45FF38" w:rsidR="00B94CA1" w:rsidRPr="002D7614" w:rsidRDefault="00B94CA1" w:rsidP="0049672C">
      <w:pPr>
        <w:spacing w:after="0" w:line="240" w:lineRule="exact"/>
        <w:jc w:val="center"/>
        <w:rPr>
          <w:rFonts w:ascii="Corbel" w:hAnsi="Corbel"/>
        </w:rPr>
      </w:pPr>
      <w:r>
        <w:rPr>
          <w:rFonts w:ascii="Corbel" w:hAnsi="Corbel"/>
          <w:sz w:val="20"/>
          <w:szCs w:val="20"/>
        </w:rPr>
        <w:t>Rok akademicki   202</w:t>
      </w:r>
      <w:r w:rsidR="007A2222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7A2222">
        <w:rPr>
          <w:rFonts w:ascii="Corbel" w:hAnsi="Corbel"/>
          <w:sz w:val="20"/>
          <w:szCs w:val="20"/>
        </w:rPr>
        <w:t>2</w:t>
      </w:r>
    </w:p>
    <w:p w14:paraId="344089F3" w14:textId="77777777" w:rsidR="0085747A" w:rsidRPr="00A7093A" w:rsidRDefault="0085747A" w:rsidP="00A7093A">
      <w:pPr>
        <w:spacing w:after="0" w:line="240" w:lineRule="auto"/>
        <w:rPr>
          <w:rFonts w:ascii="Corbel" w:hAnsi="Corbel"/>
          <w:sz w:val="24"/>
          <w:szCs w:val="24"/>
        </w:rPr>
      </w:pPr>
    </w:p>
    <w:p w14:paraId="2AF8F590" w14:textId="35067F84" w:rsidR="0085747A" w:rsidRPr="00A7093A" w:rsidRDefault="0071620A" w:rsidP="00A7093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7093A">
        <w:rPr>
          <w:rFonts w:ascii="Corbel" w:hAnsi="Corbel"/>
          <w:szCs w:val="24"/>
        </w:rPr>
        <w:t xml:space="preserve">1. </w:t>
      </w:r>
      <w:r w:rsidR="0085747A" w:rsidRPr="00A7093A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7093A" w14:paraId="4B161444" w14:textId="77777777" w:rsidTr="00B819C8">
        <w:tc>
          <w:tcPr>
            <w:tcW w:w="2694" w:type="dxa"/>
            <w:vAlign w:val="center"/>
          </w:tcPr>
          <w:p w14:paraId="2BF15753" w14:textId="5ACB1183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AFE5F7" w14:textId="77777777" w:rsidR="0085747A" w:rsidRPr="00A7093A" w:rsidRDefault="00F40578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2E621E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ystemy finansowo-księgowe</w:t>
            </w:r>
          </w:p>
        </w:tc>
      </w:tr>
      <w:tr w:rsidR="0085747A" w:rsidRPr="00A7093A" w14:paraId="5DFB63DC" w14:textId="77777777" w:rsidTr="00B819C8">
        <w:tc>
          <w:tcPr>
            <w:tcW w:w="2694" w:type="dxa"/>
            <w:vAlign w:val="center"/>
          </w:tcPr>
          <w:p w14:paraId="29143EE2" w14:textId="6E898239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8BD3733" w14:textId="77777777" w:rsidR="0085747A" w:rsidRPr="00A7093A" w:rsidRDefault="00F40578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</w:t>
            </w:r>
            <w:proofErr w:type="spellStart"/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GFiR</w:t>
            </w:r>
            <w:proofErr w:type="spellEnd"/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/C-1.9b</w:t>
            </w:r>
          </w:p>
        </w:tc>
      </w:tr>
      <w:tr w:rsidR="0085747A" w:rsidRPr="00A7093A" w14:paraId="60D4203E" w14:textId="77777777" w:rsidTr="00B819C8">
        <w:tc>
          <w:tcPr>
            <w:tcW w:w="2694" w:type="dxa"/>
            <w:vAlign w:val="center"/>
          </w:tcPr>
          <w:p w14:paraId="1032E1F1" w14:textId="1E021F2C" w:rsidR="0085747A" w:rsidRPr="00A7093A" w:rsidRDefault="00B94CA1" w:rsidP="00A7093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A7093A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0B128710" w14:textId="52086F55" w:rsidR="0085747A" w:rsidRPr="00A7093A" w:rsidRDefault="00B94CA1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A7093A" w14:paraId="2590D619" w14:textId="77777777" w:rsidTr="00B819C8">
        <w:tc>
          <w:tcPr>
            <w:tcW w:w="2694" w:type="dxa"/>
            <w:vAlign w:val="center"/>
          </w:tcPr>
          <w:p w14:paraId="44E5C38A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D8B56E1" w14:textId="596CBC04" w:rsidR="0085747A" w:rsidRPr="00A7093A" w:rsidRDefault="007636F1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</w:t>
            </w:r>
            <w:r w:rsidR="00634B8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KNS</w:t>
            </w:r>
          </w:p>
        </w:tc>
      </w:tr>
      <w:tr w:rsidR="0085747A" w:rsidRPr="00A7093A" w14:paraId="5A182B21" w14:textId="77777777" w:rsidTr="00B819C8">
        <w:tc>
          <w:tcPr>
            <w:tcW w:w="2694" w:type="dxa"/>
            <w:vAlign w:val="center"/>
          </w:tcPr>
          <w:p w14:paraId="40724730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21C890" w14:textId="77777777" w:rsidR="0085747A" w:rsidRPr="00A7093A" w:rsidRDefault="00157A7F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konomia</w:t>
            </w:r>
          </w:p>
        </w:tc>
      </w:tr>
      <w:tr w:rsidR="0085747A" w:rsidRPr="00A7093A" w14:paraId="09D7452E" w14:textId="77777777" w:rsidTr="00B819C8">
        <w:tc>
          <w:tcPr>
            <w:tcW w:w="2694" w:type="dxa"/>
            <w:vAlign w:val="center"/>
          </w:tcPr>
          <w:p w14:paraId="6C3B83B3" w14:textId="6F19565C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B94CA1">
              <w:rPr>
                <w:rFonts w:ascii="Corbel" w:hAnsi="Corbel"/>
                <w:sz w:val="24"/>
                <w:szCs w:val="24"/>
              </w:rPr>
              <w:t>studiów</w:t>
            </w:r>
            <w:r w:rsidRPr="00A7093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42386DC0" w14:textId="090CB82F" w:rsidR="0085747A" w:rsidRPr="00A7093A" w:rsidRDefault="00B94CA1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Pierwsz</w:t>
            </w:r>
            <w:r w:rsidR="007636F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ego stopnia</w:t>
            </w:r>
          </w:p>
        </w:tc>
      </w:tr>
      <w:tr w:rsidR="0085747A" w:rsidRPr="00A7093A" w14:paraId="0E20F09E" w14:textId="77777777" w:rsidTr="00B819C8">
        <w:tc>
          <w:tcPr>
            <w:tcW w:w="2694" w:type="dxa"/>
            <w:vAlign w:val="center"/>
          </w:tcPr>
          <w:p w14:paraId="2285B4CD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75F40F" w14:textId="77777777" w:rsidR="0085747A" w:rsidRPr="00A7093A" w:rsidRDefault="00157A7F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85747A" w:rsidRPr="00A7093A" w14:paraId="7FE358F0" w14:textId="77777777" w:rsidTr="00B819C8">
        <w:tc>
          <w:tcPr>
            <w:tcW w:w="2694" w:type="dxa"/>
            <w:vAlign w:val="center"/>
          </w:tcPr>
          <w:p w14:paraId="20BB98F8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E82514" w14:textId="64D8F05F" w:rsidR="0085747A" w:rsidRPr="00FE3EC5" w:rsidRDefault="00FE3EC5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E3EC5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A7093A" w14:paraId="4CC9CE46" w14:textId="77777777" w:rsidTr="00B819C8">
        <w:tc>
          <w:tcPr>
            <w:tcW w:w="2694" w:type="dxa"/>
            <w:vAlign w:val="center"/>
          </w:tcPr>
          <w:p w14:paraId="4FD7E5E0" w14:textId="2D8C7B31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Rok i semestr</w:t>
            </w:r>
            <w:r w:rsidR="00B94CA1">
              <w:rPr>
                <w:rFonts w:ascii="Corbel" w:hAnsi="Corbel"/>
                <w:sz w:val="24"/>
                <w:szCs w:val="24"/>
              </w:rPr>
              <w:t>/y</w:t>
            </w:r>
            <w:r w:rsidRPr="00A7093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89A916D" w14:textId="77777777" w:rsidR="0085747A" w:rsidRPr="00A7093A" w:rsidRDefault="00A3542B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</w:t>
            </w:r>
            <w:r w:rsidR="002E621E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I/6</w:t>
            </w:r>
          </w:p>
        </w:tc>
      </w:tr>
      <w:tr w:rsidR="0085747A" w:rsidRPr="00A7093A" w14:paraId="0B4ED378" w14:textId="77777777" w:rsidTr="00B819C8">
        <w:tc>
          <w:tcPr>
            <w:tcW w:w="2694" w:type="dxa"/>
            <w:vAlign w:val="center"/>
          </w:tcPr>
          <w:p w14:paraId="74FB3ECD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A52379" w14:textId="47A99A95" w:rsidR="0085747A" w:rsidRPr="00A7093A" w:rsidRDefault="00157A7F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2E621E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pecjal</w:t>
            </w:r>
            <w:r w:rsidR="00B94CA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nościowy</w:t>
            </w:r>
            <w:r w:rsidR="00F40578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do wyboru</w:t>
            </w:r>
          </w:p>
        </w:tc>
      </w:tr>
      <w:tr w:rsidR="00923D7D" w:rsidRPr="00A7093A" w14:paraId="1682B1FE" w14:textId="77777777" w:rsidTr="00B819C8">
        <w:tc>
          <w:tcPr>
            <w:tcW w:w="2694" w:type="dxa"/>
            <w:vAlign w:val="center"/>
          </w:tcPr>
          <w:p w14:paraId="6A135565" w14:textId="77777777" w:rsidR="00923D7D" w:rsidRPr="00A7093A" w:rsidRDefault="00923D7D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2BFE361" w14:textId="3057E4FD" w:rsidR="00923D7D" w:rsidRPr="00A7093A" w:rsidRDefault="00634B84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olski</w:t>
            </w:r>
          </w:p>
        </w:tc>
      </w:tr>
      <w:tr w:rsidR="0085747A" w:rsidRPr="00A7093A" w14:paraId="4E8DF9CF" w14:textId="77777777" w:rsidTr="00B819C8">
        <w:tc>
          <w:tcPr>
            <w:tcW w:w="2694" w:type="dxa"/>
            <w:vAlign w:val="center"/>
          </w:tcPr>
          <w:p w14:paraId="2EF32821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575613" w14:textId="77777777" w:rsidR="0085747A" w:rsidRPr="00A7093A" w:rsidRDefault="00A7093A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</w:t>
            </w:r>
            <w:proofErr w:type="spellStart"/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Mielech</w:t>
            </w:r>
            <w:proofErr w:type="spellEnd"/>
          </w:p>
        </w:tc>
      </w:tr>
      <w:tr w:rsidR="0085747A" w:rsidRPr="00A7093A" w14:paraId="26B347D9" w14:textId="77777777" w:rsidTr="00B819C8">
        <w:tc>
          <w:tcPr>
            <w:tcW w:w="2694" w:type="dxa"/>
            <w:vAlign w:val="center"/>
          </w:tcPr>
          <w:p w14:paraId="37B54B0C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10CE4D3" w14:textId="77777777" w:rsidR="0085747A" w:rsidRPr="00A7093A" w:rsidRDefault="00A7093A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</w:t>
            </w:r>
            <w:proofErr w:type="spellStart"/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Mielech</w:t>
            </w:r>
            <w:proofErr w:type="spellEnd"/>
          </w:p>
        </w:tc>
      </w:tr>
    </w:tbl>
    <w:p w14:paraId="46D81777" w14:textId="5C268A94" w:rsidR="0085747A" w:rsidRPr="00A7093A" w:rsidRDefault="0085747A" w:rsidP="00A7093A">
      <w:pPr>
        <w:pStyle w:val="Podpunkty"/>
        <w:ind w:left="0"/>
        <w:rPr>
          <w:rFonts w:ascii="Corbel" w:hAnsi="Corbel"/>
          <w:szCs w:val="22"/>
        </w:rPr>
      </w:pPr>
      <w:r w:rsidRPr="00A7093A">
        <w:rPr>
          <w:rFonts w:ascii="Corbel" w:hAnsi="Corbel"/>
          <w:szCs w:val="22"/>
        </w:rPr>
        <w:t xml:space="preserve">* </w:t>
      </w:r>
      <w:r w:rsidRPr="00A7093A">
        <w:rPr>
          <w:rFonts w:ascii="Corbel" w:hAnsi="Corbel"/>
          <w:i/>
          <w:szCs w:val="22"/>
        </w:rPr>
        <w:t xml:space="preserve">- </w:t>
      </w:r>
      <w:r w:rsidR="00B94CA1" w:rsidRPr="00B94CA1">
        <w:rPr>
          <w:rFonts w:ascii="Corbel" w:hAnsi="Corbel"/>
          <w:b w:val="0"/>
          <w:bCs/>
          <w:i/>
          <w:szCs w:val="22"/>
        </w:rPr>
        <w:t>opcjonalnie</w:t>
      </w:r>
      <w:r w:rsidR="00B94CA1">
        <w:rPr>
          <w:rFonts w:ascii="Corbel" w:hAnsi="Corbel"/>
          <w:i/>
          <w:szCs w:val="22"/>
        </w:rPr>
        <w:t xml:space="preserve">, </w:t>
      </w:r>
      <w:r w:rsidRPr="00A7093A">
        <w:rPr>
          <w:rFonts w:ascii="Corbel" w:hAnsi="Corbel"/>
          <w:b w:val="0"/>
          <w:i/>
          <w:szCs w:val="22"/>
        </w:rPr>
        <w:t xml:space="preserve">zgodnie z ustaleniami </w:t>
      </w:r>
      <w:r w:rsidR="00B94CA1">
        <w:rPr>
          <w:rFonts w:ascii="Corbel" w:hAnsi="Corbel"/>
          <w:b w:val="0"/>
          <w:i/>
          <w:szCs w:val="22"/>
        </w:rPr>
        <w:t>w Jednostce</w:t>
      </w:r>
    </w:p>
    <w:p w14:paraId="6B08FC95" w14:textId="77777777" w:rsidR="00923D7D" w:rsidRPr="00A7093A" w:rsidRDefault="00923D7D" w:rsidP="00A7093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CEBD7D" w14:textId="77777777" w:rsidR="0085747A" w:rsidRPr="00A7093A" w:rsidRDefault="0085747A" w:rsidP="00A7093A">
      <w:pPr>
        <w:pStyle w:val="Podpunkty"/>
        <w:ind w:left="284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sz w:val="24"/>
          <w:szCs w:val="24"/>
        </w:rPr>
        <w:t>1.</w:t>
      </w:r>
      <w:r w:rsidR="00E22FBC" w:rsidRPr="00A7093A">
        <w:rPr>
          <w:rFonts w:ascii="Corbel" w:hAnsi="Corbel"/>
          <w:sz w:val="24"/>
          <w:szCs w:val="24"/>
        </w:rPr>
        <w:t>1</w:t>
      </w:r>
      <w:r w:rsidRPr="00A7093A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A7093A">
        <w:rPr>
          <w:rFonts w:ascii="Corbel" w:hAnsi="Corbel"/>
          <w:sz w:val="24"/>
          <w:szCs w:val="24"/>
        </w:rPr>
        <w:t>ECTS</w:t>
      </w:r>
      <w:proofErr w:type="spellEnd"/>
      <w:r w:rsidRPr="00A7093A">
        <w:rPr>
          <w:rFonts w:ascii="Corbel" w:hAnsi="Corbel"/>
          <w:sz w:val="24"/>
          <w:szCs w:val="24"/>
        </w:rPr>
        <w:t xml:space="preserve"> </w:t>
      </w:r>
    </w:p>
    <w:p w14:paraId="60484AD6" w14:textId="77777777" w:rsidR="00923D7D" w:rsidRPr="00A7093A" w:rsidRDefault="00923D7D" w:rsidP="00A7093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7093A" w14:paraId="6C39450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D932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Semestr</w:t>
            </w:r>
          </w:p>
          <w:p w14:paraId="54782AC1" w14:textId="77777777" w:rsidR="00015B8F" w:rsidRPr="00A7093A" w:rsidRDefault="002B5EA0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(</w:t>
            </w:r>
            <w:r w:rsidR="00363F78" w:rsidRPr="00A7093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D14EB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093A">
              <w:rPr>
                <w:rFonts w:ascii="Corbel" w:hAnsi="Corbel"/>
                <w:szCs w:val="24"/>
              </w:rPr>
              <w:t>Wykł</w:t>
            </w:r>
            <w:proofErr w:type="spellEnd"/>
            <w:r w:rsidRPr="00A7093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836F1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07E8A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093A">
              <w:rPr>
                <w:rFonts w:ascii="Corbel" w:hAnsi="Corbel"/>
                <w:szCs w:val="24"/>
              </w:rPr>
              <w:t>Konw</w:t>
            </w:r>
            <w:proofErr w:type="spellEnd"/>
            <w:r w:rsidRPr="00A7093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33671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C83BD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093A">
              <w:rPr>
                <w:rFonts w:ascii="Corbel" w:hAnsi="Corbel"/>
                <w:szCs w:val="24"/>
              </w:rPr>
              <w:t>Sem</w:t>
            </w:r>
            <w:proofErr w:type="spellEnd"/>
            <w:r w:rsidRPr="00A7093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6B8B5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093A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8E9CC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093A">
              <w:rPr>
                <w:rFonts w:ascii="Corbel" w:hAnsi="Corbel"/>
                <w:szCs w:val="24"/>
              </w:rPr>
              <w:t>Prakt</w:t>
            </w:r>
            <w:proofErr w:type="spellEnd"/>
            <w:r w:rsidRPr="00A7093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DFC1E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DEFE6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7093A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A7093A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A7093A" w14:paraId="4AA0A1B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500D" w14:textId="77777777" w:rsidR="00015B8F" w:rsidRPr="00A7093A" w:rsidRDefault="002E621E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AE972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BBD0" w14:textId="411401AA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40F13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3370D" w14:textId="37909B51" w:rsidR="00015B8F" w:rsidRPr="00A7093A" w:rsidRDefault="00B603A7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3BDF8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BC189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9B16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64734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64FCF" w14:textId="77777777" w:rsidR="00015B8F" w:rsidRPr="00A7093A" w:rsidRDefault="00F40578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F682047" w14:textId="77777777" w:rsidR="00923D7D" w:rsidRPr="00A7093A" w:rsidRDefault="00923D7D" w:rsidP="00A7093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AB0BE0" w14:textId="77777777" w:rsidR="00923D7D" w:rsidRPr="00A7093A" w:rsidRDefault="00923D7D" w:rsidP="00A7093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F3602C" w14:textId="77777777" w:rsidR="0085747A" w:rsidRPr="00A7093A" w:rsidRDefault="0085747A" w:rsidP="00A7093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>1.</w:t>
      </w:r>
      <w:r w:rsidR="00E22FBC" w:rsidRPr="00A7093A">
        <w:rPr>
          <w:rFonts w:ascii="Corbel" w:hAnsi="Corbel"/>
          <w:smallCaps w:val="0"/>
          <w:szCs w:val="24"/>
        </w:rPr>
        <w:t>2</w:t>
      </w:r>
      <w:r w:rsidR="00F83B28" w:rsidRPr="00A7093A">
        <w:rPr>
          <w:rFonts w:ascii="Corbel" w:hAnsi="Corbel"/>
          <w:smallCaps w:val="0"/>
          <w:szCs w:val="24"/>
        </w:rPr>
        <w:t>.</w:t>
      </w:r>
      <w:r w:rsidR="00F83B28" w:rsidRPr="00A7093A">
        <w:rPr>
          <w:rFonts w:ascii="Corbel" w:hAnsi="Corbel"/>
          <w:smallCaps w:val="0"/>
          <w:szCs w:val="24"/>
        </w:rPr>
        <w:tab/>
      </w:r>
      <w:r w:rsidRPr="00A7093A">
        <w:rPr>
          <w:rFonts w:ascii="Corbel" w:hAnsi="Corbel"/>
          <w:smallCaps w:val="0"/>
          <w:szCs w:val="24"/>
        </w:rPr>
        <w:t xml:space="preserve">Sposób realizacji zajęć  </w:t>
      </w:r>
    </w:p>
    <w:p w14:paraId="47BD62FB" w14:textId="289B6A3A" w:rsidR="0085747A" w:rsidRPr="00177AE9" w:rsidRDefault="00177AE9" w:rsidP="00A709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77AE9">
        <w:rPr>
          <w:rFonts w:ascii="Corbel" w:eastAsia="MS Gothic" w:hAnsi="MS Gothic" w:cs="MS Gothic"/>
          <w:b w:val="0"/>
          <w:szCs w:val="24"/>
        </w:rPr>
        <w:t>X</w:t>
      </w:r>
      <w:r>
        <w:rPr>
          <w:rFonts w:ascii="Corbel" w:eastAsia="MS Gothic" w:hAnsi="MS Gothic" w:cs="MS Gothic"/>
          <w:b w:val="0"/>
          <w:szCs w:val="24"/>
        </w:rPr>
        <w:t xml:space="preserve">  </w:t>
      </w:r>
      <w:r w:rsidRPr="00177AE9">
        <w:rPr>
          <w:rFonts w:ascii="Corbel" w:eastAsia="MS Gothic" w:hAnsi="MS Gothic" w:cs="MS Gothic"/>
          <w:b w:val="0"/>
          <w:szCs w:val="24"/>
        </w:rPr>
        <w:t xml:space="preserve"> </w:t>
      </w:r>
      <w:r w:rsidR="0085747A" w:rsidRPr="00177AE9">
        <w:rPr>
          <w:rFonts w:ascii="Corbel" w:hAnsi="Corbel"/>
          <w:b w:val="0"/>
          <w:smallCaps w:val="0"/>
          <w:szCs w:val="24"/>
        </w:rPr>
        <w:t>zajęcia w formie tradycyjnej</w:t>
      </w:r>
    </w:p>
    <w:p w14:paraId="478B1FB5" w14:textId="77777777" w:rsidR="0085747A" w:rsidRPr="00A7093A" w:rsidRDefault="0085747A" w:rsidP="00A709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7093A">
        <w:rPr>
          <w:rFonts w:ascii="Corbel" w:eastAsia="MS Gothic" w:hAnsi="MS Gothic" w:cs="MS Gothic"/>
          <w:b w:val="0"/>
          <w:szCs w:val="24"/>
        </w:rPr>
        <w:t>☐</w:t>
      </w:r>
      <w:r w:rsidRPr="00A7093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F4C4B81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CF96B27" w14:textId="272F24DA" w:rsidR="00E22FBC" w:rsidRPr="00A7093A" w:rsidRDefault="00E22FBC" w:rsidP="00A7093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1.3 </w:t>
      </w:r>
      <w:r w:rsidR="00F83B28" w:rsidRPr="00A7093A">
        <w:rPr>
          <w:rFonts w:ascii="Corbel" w:hAnsi="Corbel"/>
          <w:smallCaps w:val="0"/>
          <w:szCs w:val="24"/>
        </w:rPr>
        <w:tab/>
      </w:r>
      <w:r w:rsidRPr="00A7093A">
        <w:rPr>
          <w:rFonts w:ascii="Corbel" w:hAnsi="Corbel"/>
          <w:smallCaps w:val="0"/>
          <w:szCs w:val="24"/>
        </w:rPr>
        <w:t>Forma zaliczenia przedmiotu</w:t>
      </w:r>
      <w:r w:rsidR="00B94CA1">
        <w:rPr>
          <w:rFonts w:ascii="Corbel" w:hAnsi="Corbel"/>
          <w:smallCaps w:val="0"/>
          <w:szCs w:val="24"/>
        </w:rPr>
        <w:t xml:space="preserve"> </w:t>
      </w:r>
      <w:r w:rsidRPr="00A7093A">
        <w:rPr>
          <w:rFonts w:ascii="Corbel" w:hAnsi="Corbel"/>
          <w:smallCaps w:val="0"/>
          <w:szCs w:val="24"/>
        </w:rPr>
        <w:t xml:space="preserve">(z toku) </w:t>
      </w:r>
      <w:r w:rsidRPr="00A7093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790A876" w14:textId="77777777" w:rsidR="0085747A" w:rsidRPr="00A7093A" w:rsidRDefault="00A3542B" w:rsidP="00A7093A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7093A">
        <w:rPr>
          <w:rFonts w:ascii="Corbel" w:hAnsi="Corbel"/>
          <w:b w:val="0"/>
          <w:smallCaps w:val="0"/>
          <w:szCs w:val="24"/>
        </w:rPr>
        <w:t>zaliczenie z oceną</w:t>
      </w:r>
    </w:p>
    <w:p w14:paraId="439B82EB" w14:textId="77777777" w:rsidR="009C54AE" w:rsidRPr="00A7093A" w:rsidRDefault="009C54AE" w:rsidP="00A709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FA5939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szCs w:val="24"/>
        </w:rPr>
      </w:pPr>
      <w:r w:rsidRPr="00A7093A">
        <w:rPr>
          <w:rFonts w:ascii="Corbel" w:hAnsi="Corbel"/>
          <w:szCs w:val="24"/>
        </w:rPr>
        <w:t xml:space="preserve">2.Wymagania wstępne </w:t>
      </w:r>
    </w:p>
    <w:p w14:paraId="023DB01C" w14:textId="77777777" w:rsidR="00923D7D" w:rsidRPr="00A7093A" w:rsidRDefault="00923D7D" w:rsidP="00A7093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7093A" w14:paraId="0F137994" w14:textId="77777777" w:rsidTr="00745302">
        <w:tc>
          <w:tcPr>
            <w:tcW w:w="9670" w:type="dxa"/>
          </w:tcPr>
          <w:p w14:paraId="1399D1D4" w14:textId="77777777" w:rsidR="0085747A" w:rsidRPr="00A7093A" w:rsidRDefault="002E621E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Zaliczone przedmioty: Technologie informacyjne, Rachunkowość i wynikająca stąd znajomość zagadnień z zakresu obsługi komputera oraz podstawowych pojęć i zasad rachunkowości.</w:t>
            </w:r>
          </w:p>
        </w:tc>
      </w:tr>
    </w:tbl>
    <w:p w14:paraId="792BD8C9" w14:textId="77777777" w:rsidR="00153C41" w:rsidRPr="00A7093A" w:rsidRDefault="00153C41" w:rsidP="00A7093A">
      <w:pPr>
        <w:pStyle w:val="Punktygwne"/>
        <w:spacing w:before="0" w:after="0"/>
        <w:rPr>
          <w:rFonts w:ascii="Corbel" w:hAnsi="Corbel"/>
          <w:szCs w:val="24"/>
        </w:rPr>
      </w:pPr>
    </w:p>
    <w:p w14:paraId="222895CD" w14:textId="6D1DB6FF" w:rsidR="0085747A" w:rsidRPr="00A7093A" w:rsidRDefault="0071620A" w:rsidP="00A7093A">
      <w:pPr>
        <w:pStyle w:val="Punktygwne"/>
        <w:spacing w:before="0" w:after="0"/>
        <w:rPr>
          <w:rFonts w:ascii="Corbel" w:hAnsi="Corbel"/>
          <w:szCs w:val="24"/>
        </w:rPr>
      </w:pPr>
      <w:r w:rsidRPr="00A7093A">
        <w:rPr>
          <w:rFonts w:ascii="Corbel" w:hAnsi="Corbel"/>
          <w:szCs w:val="24"/>
        </w:rPr>
        <w:t>3.</w:t>
      </w:r>
      <w:r w:rsidR="0085747A" w:rsidRPr="00A7093A">
        <w:rPr>
          <w:rFonts w:ascii="Corbel" w:hAnsi="Corbel"/>
          <w:szCs w:val="24"/>
        </w:rPr>
        <w:t xml:space="preserve"> cele, efekty </w:t>
      </w:r>
      <w:r w:rsidR="00B94CA1" w:rsidRPr="00634B84">
        <w:rPr>
          <w:rFonts w:ascii="Corbel" w:hAnsi="Corbel"/>
          <w:sz w:val="22"/>
        </w:rPr>
        <w:t>UCZENIA SIĘ</w:t>
      </w:r>
      <w:r w:rsidR="0085747A" w:rsidRPr="00634B84">
        <w:rPr>
          <w:rFonts w:ascii="Corbel" w:hAnsi="Corbel"/>
          <w:sz w:val="22"/>
        </w:rPr>
        <w:t xml:space="preserve"> </w:t>
      </w:r>
      <w:r w:rsidR="0085747A" w:rsidRPr="00A7093A">
        <w:rPr>
          <w:rFonts w:ascii="Corbel" w:hAnsi="Corbel"/>
          <w:szCs w:val="24"/>
        </w:rPr>
        <w:t>, treści Programowe i stosowane metody Dydaktyczne</w:t>
      </w:r>
    </w:p>
    <w:p w14:paraId="0A0799D7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szCs w:val="24"/>
        </w:rPr>
      </w:pPr>
    </w:p>
    <w:p w14:paraId="60A581B4" w14:textId="2906CE6A" w:rsidR="0085747A" w:rsidRPr="00A7093A" w:rsidRDefault="0071620A" w:rsidP="00A7093A">
      <w:pPr>
        <w:pStyle w:val="Podpunkty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sz w:val="24"/>
          <w:szCs w:val="24"/>
        </w:rPr>
        <w:t xml:space="preserve">3.1 </w:t>
      </w:r>
      <w:r w:rsidR="0085747A" w:rsidRPr="00A7093A">
        <w:rPr>
          <w:rFonts w:ascii="Corbel" w:hAnsi="Corbel"/>
          <w:sz w:val="24"/>
          <w:szCs w:val="24"/>
        </w:rPr>
        <w:t>Cele przedmiotu</w:t>
      </w:r>
    </w:p>
    <w:p w14:paraId="486DC3DC" w14:textId="77777777" w:rsidR="00F83B28" w:rsidRPr="00A7093A" w:rsidRDefault="00F83B28" w:rsidP="00A7093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E621E" w:rsidRPr="00A7093A" w14:paraId="56BAD9E0" w14:textId="77777777" w:rsidTr="002E621E">
        <w:tc>
          <w:tcPr>
            <w:tcW w:w="843" w:type="dxa"/>
            <w:vAlign w:val="center"/>
          </w:tcPr>
          <w:p w14:paraId="35FFB739" w14:textId="77777777" w:rsidR="002E621E" w:rsidRPr="00A7093A" w:rsidRDefault="002E621E" w:rsidP="00A7093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</w:tcPr>
          <w:p w14:paraId="2E24D98E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 xml:space="preserve">Zapoznanie studentów z podstawami funkcjonowania programu finansowo-księgowego na przykładzie </w:t>
            </w:r>
            <w:proofErr w:type="spellStart"/>
            <w:r w:rsidRPr="00A7093A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Pr="00A7093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A7093A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Pr="00A7093A">
              <w:rPr>
                <w:rFonts w:ascii="Corbel" w:hAnsi="Corbel"/>
                <w:sz w:val="24"/>
                <w:szCs w:val="24"/>
              </w:rPr>
              <w:t xml:space="preserve"> OPTIMA</w:t>
            </w:r>
            <w:r w:rsidR="00C11D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621E" w:rsidRPr="00A7093A" w14:paraId="679CD679" w14:textId="77777777" w:rsidTr="002E621E">
        <w:tc>
          <w:tcPr>
            <w:tcW w:w="843" w:type="dxa"/>
            <w:vAlign w:val="center"/>
          </w:tcPr>
          <w:p w14:paraId="5945568B" w14:textId="77777777" w:rsidR="002E621E" w:rsidRPr="00A7093A" w:rsidRDefault="002E621E" w:rsidP="00A7093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14:paraId="5415E91D" w14:textId="0FAC0EA6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Zdobycie przez studentów wiedzy i wymaganych umiejętności potrzebnych do prowadzenia ewidencji księgowej z wykorzystaniem techniki komputerowej</w:t>
            </w:r>
            <w:r w:rsidR="00F40578" w:rsidRPr="00A7093A">
              <w:rPr>
                <w:rFonts w:ascii="Corbel" w:hAnsi="Corbel"/>
                <w:sz w:val="24"/>
                <w:szCs w:val="24"/>
              </w:rPr>
              <w:t xml:space="preserve"> w zakresie wybranych modułów</w:t>
            </w:r>
            <w:r w:rsidR="00C11D7F">
              <w:rPr>
                <w:rFonts w:ascii="Corbel" w:hAnsi="Corbel"/>
                <w:sz w:val="24"/>
                <w:szCs w:val="24"/>
              </w:rPr>
              <w:t xml:space="preserve"> </w:t>
            </w:r>
            <w:r w:rsidR="00B94CA1">
              <w:rPr>
                <w:rFonts w:ascii="Corbel" w:hAnsi="Corbel"/>
                <w:sz w:val="24"/>
                <w:szCs w:val="24"/>
              </w:rPr>
              <w:t xml:space="preserve">programu </w:t>
            </w:r>
            <w:proofErr w:type="spellStart"/>
            <w:r w:rsidR="00C11D7F" w:rsidRPr="00A7093A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="00C11D7F" w:rsidRPr="00A7093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C11D7F" w:rsidRPr="00A7093A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="00C11D7F" w:rsidRPr="00A7093A">
              <w:rPr>
                <w:rFonts w:ascii="Corbel" w:hAnsi="Corbel"/>
                <w:sz w:val="24"/>
                <w:szCs w:val="24"/>
              </w:rPr>
              <w:t xml:space="preserve"> OPTIMA</w:t>
            </w:r>
            <w:r w:rsidRPr="00A7093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6DCD11A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4E908F" w14:textId="2287FCEE" w:rsidR="001D7B54" w:rsidRPr="00A7093A" w:rsidRDefault="009F4610" w:rsidP="00A7093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b/>
          <w:sz w:val="24"/>
          <w:szCs w:val="24"/>
        </w:rPr>
        <w:t xml:space="preserve">3.2 </w:t>
      </w:r>
      <w:r w:rsidR="001D7B54" w:rsidRPr="00A7093A">
        <w:rPr>
          <w:rFonts w:ascii="Corbel" w:hAnsi="Corbel"/>
          <w:b/>
          <w:sz w:val="24"/>
          <w:szCs w:val="24"/>
        </w:rPr>
        <w:t xml:space="preserve">Efekty </w:t>
      </w:r>
      <w:r w:rsidR="00B94CA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7093A">
        <w:rPr>
          <w:rFonts w:ascii="Corbel" w:hAnsi="Corbel"/>
          <w:b/>
          <w:sz w:val="24"/>
          <w:szCs w:val="24"/>
        </w:rPr>
        <w:t>dla przedmiotu</w:t>
      </w:r>
    </w:p>
    <w:p w14:paraId="410CAE0B" w14:textId="77777777" w:rsidR="001D7B54" w:rsidRPr="00A7093A" w:rsidRDefault="001D7B54" w:rsidP="00A7093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2"/>
        <w:gridCol w:w="5964"/>
        <w:gridCol w:w="1864"/>
      </w:tblGrid>
      <w:tr w:rsidR="0085747A" w:rsidRPr="00A7093A" w14:paraId="4B885D34" w14:textId="77777777" w:rsidTr="002E621E">
        <w:tc>
          <w:tcPr>
            <w:tcW w:w="1692" w:type="dxa"/>
            <w:vAlign w:val="center"/>
          </w:tcPr>
          <w:p w14:paraId="1E7DABA6" w14:textId="7108287A" w:rsidR="0085747A" w:rsidRPr="00A7093A" w:rsidRDefault="0085747A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smallCaps w:val="0"/>
                <w:szCs w:val="24"/>
              </w:rPr>
              <w:t>EK</w:t>
            </w:r>
            <w:r w:rsidR="004D3552"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B94CA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A7093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4" w:type="dxa"/>
            <w:vAlign w:val="center"/>
          </w:tcPr>
          <w:p w14:paraId="562EB600" w14:textId="3FC00F49" w:rsidR="0085747A" w:rsidRPr="00A7093A" w:rsidRDefault="0085747A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B94CA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64" w:type="dxa"/>
            <w:vAlign w:val="center"/>
          </w:tcPr>
          <w:p w14:paraId="59090EC4" w14:textId="261A139D" w:rsidR="0085747A" w:rsidRPr="00A7093A" w:rsidRDefault="007636F1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621E" w:rsidRPr="00A7093A" w14:paraId="5C929B81" w14:textId="77777777" w:rsidTr="002E621E">
        <w:tc>
          <w:tcPr>
            <w:tcW w:w="1692" w:type="dxa"/>
          </w:tcPr>
          <w:p w14:paraId="496C723A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4" w:type="dxa"/>
          </w:tcPr>
          <w:p w14:paraId="6066E8D8" w14:textId="48CCF40A" w:rsidR="002E621E" w:rsidRPr="00A7093A" w:rsidRDefault="00B05715" w:rsidP="008B7E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2E621E" w:rsidRPr="00A7093A">
              <w:rPr>
                <w:rFonts w:ascii="Corbel" w:hAnsi="Corbel"/>
                <w:sz w:val="24"/>
                <w:szCs w:val="24"/>
              </w:rPr>
              <w:t xml:space="preserve">podstawowe zasady funkcjonowania programu finansowo-księgowego – </w:t>
            </w:r>
            <w:proofErr w:type="spellStart"/>
            <w:r w:rsidR="002E621E" w:rsidRPr="00A7093A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="002E621E" w:rsidRPr="00A7093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2E621E" w:rsidRPr="00A7093A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="002E621E" w:rsidRPr="00A7093A">
              <w:rPr>
                <w:rFonts w:ascii="Corbel" w:hAnsi="Corbel"/>
                <w:sz w:val="24"/>
                <w:szCs w:val="24"/>
              </w:rPr>
              <w:t xml:space="preserve"> OPTIMA</w:t>
            </w:r>
          </w:p>
        </w:tc>
        <w:tc>
          <w:tcPr>
            <w:tcW w:w="1864" w:type="dxa"/>
          </w:tcPr>
          <w:p w14:paraId="66FF9523" w14:textId="77777777" w:rsidR="002E621E" w:rsidRPr="00A7093A" w:rsidRDefault="002E621E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7093A">
              <w:rPr>
                <w:rFonts w:ascii="Corbel" w:hAnsi="Corbel"/>
                <w:b w:val="0"/>
                <w:szCs w:val="24"/>
              </w:rPr>
              <w:t>K_W01</w:t>
            </w:r>
          </w:p>
          <w:p w14:paraId="7609446A" w14:textId="77777777" w:rsidR="002E621E" w:rsidRPr="00A7093A" w:rsidRDefault="002E621E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E621E" w:rsidRPr="00A7093A" w14:paraId="1BEC7AD9" w14:textId="77777777" w:rsidTr="002E621E">
        <w:tc>
          <w:tcPr>
            <w:tcW w:w="1692" w:type="dxa"/>
          </w:tcPr>
          <w:p w14:paraId="7F648D95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</w:tcPr>
          <w:p w14:paraId="4F9898A5" w14:textId="51505ABB" w:rsidR="002E621E" w:rsidRPr="00A7093A" w:rsidRDefault="00B05715" w:rsidP="008B7E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</w:t>
            </w:r>
            <w:r w:rsidR="002E621E" w:rsidRPr="00A7093A">
              <w:rPr>
                <w:rFonts w:ascii="Corbel" w:hAnsi="Corbel"/>
                <w:sz w:val="24"/>
                <w:szCs w:val="24"/>
              </w:rPr>
              <w:t xml:space="preserve"> przydatność podstawowych modułów programu finansowo-księgowego dla zabezpieczenia potrzeb informacyjnych organizacji</w:t>
            </w:r>
          </w:p>
        </w:tc>
        <w:tc>
          <w:tcPr>
            <w:tcW w:w="1864" w:type="dxa"/>
          </w:tcPr>
          <w:p w14:paraId="2C24D42D" w14:textId="5B610232" w:rsidR="002E621E" w:rsidRPr="00A7093A" w:rsidRDefault="002E621E" w:rsidP="008B7E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</w:t>
            </w:r>
            <w:r w:rsidR="00C11D7F">
              <w:rPr>
                <w:rFonts w:ascii="Corbel" w:hAnsi="Corbel"/>
                <w:sz w:val="24"/>
                <w:szCs w:val="24"/>
              </w:rPr>
              <w:t>_W0</w:t>
            </w:r>
            <w:r w:rsidR="00B0571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2E621E" w:rsidRPr="00A7093A" w14:paraId="78F98039" w14:textId="77777777" w:rsidTr="002E621E">
        <w:tc>
          <w:tcPr>
            <w:tcW w:w="1692" w:type="dxa"/>
          </w:tcPr>
          <w:p w14:paraId="5A3188A8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64" w:type="dxa"/>
          </w:tcPr>
          <w:p w14:paraId="39548D38" w14:textId="58B0E36E" w:rsidR="002E621E" w:rsidRPr="00A7093A" w:rsidRDefault="00B05715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B05715">
              <w:rPr>
                <w:rFonts w:ascii="Corbel" w:hAnsi="Corbel"/>
                <w:b w:val="0"/>
                <w:smallCaps w:val="0"/>
                <w:szCs w:val="24"/>
              </w:rPr>
              <w:t>obsługiwać Moduł Księgowość, Kadry i płace, Handel, ewidencje dodatkowe na przykładzie Rejestrów VAT raz objaśniać wykorzystywane rozwiązania ewidencyjne</w:t>
            </w:r>
          </w:p>
        </w:tc>
        <w:tc>
          <w:tcPr>
            <w:tcW w:w="1864" w:type="dxa"/>
          </w:tcPr>
          <w:p w14:paraId="7BBA5E4E" w14:textId="77777777" w:rsidR="002E621E" w:rsidRPr="00A7093A" w:rsidRDefault="002E621E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7093A">
              <w:rPr>
                <w:rFonts w:ascii="Corbel" w:hAnsi="Corbel"/>
                <w:b w:val="0"/>
                <w:szCs w:val="24"/>
              </w:rPr>
              <w:t>K_U02</w:t>
            </w:r>
          </w:p>
          <w:p w14:paraId="37C0C2AF" w14:textId="0A59C272" w:rsidR="002E621E" w:rsidRPr="00A7093A" w:rsidRDefault="002E621E" w:rsidP="00C11D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B05715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2E621E" w:rsidRPr="00A7093A" w14:paraId="68945915" w14:textId="77777777" w:rsidTr="002E621E">
        <w:tc>
          <w:tcPr>
            <w:tcW w:w="1692" w:type="dxa"/>
          </w:tcPr>
          <w:p w14:paraId="16B903F2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64" w:type="dxa"/>
          </w:tcPr>
          <w:p w14:paraId="52D90A7E" w14:textId="14D2628E" w:rsidR="002E621E" w:rsidRPr="00A7093A" w:rsidRDefault="00194DF7" w:rsidP="008B7E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B05715">
              <w:rPr>
                <w:rFonts w:ascii="Corbel" w:hAnsi="Corbel"/>
                <w:sz w:val="24"/>
                <w:szCs w:val="24"/>
              </w:rPr>
              <w:t xml:space="preserve">otrafi </w:t>
            </w:r>
            <w:r w:rsidR="00B05715" w:rsidRPr="00B05715">
              <w:rPr>
                <w:rFonts w:ascii="Corbel" w:hAnsi="Corbel"/>
                <w:sz w:val="24"/>
                <w:szCs w:val="24"/>
              </w:rPr>
              <w:t>sporządzać raporty kasowo-bankowe i sprawozdania finansowe, ewidencjonować zdarzenia gospodarcze z wykorzystaniem schematów księgowań oraz omawiać konsekwencje wprowadzonych rozwiązań</w:t>
            </w:r>
          </w:p>
        </w:tc>
        <w:tc>
          <w:tcPr>
            <w:tcW w:w="1864" w:type="dxa"/>
          </w:tcPr>
          <w:p w14:paraId="6B746AB9" w14:textId="77777777" w:rsidR="002E621E" w:rsidRPr="00A7093A" w:rsidRDefault="002E621E" w:rsidP="008B7E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K_U02</w:t>
            </w:r>
          </w:p>
          <w:p w14:paraId="6C2F2B13" w14:textId="6C76D751" w:rsidR="002E621E" w:rsidRPr="00A7093A" w:rsidRDefault="002E621E" w:rsidP="00C11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K_U</w:t>
            </w:r>
            <w:r w:rsidR="00B05715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2E621E" w:rsidRPr="00A7093A" w14:paraId="259D9E1B" w14:textId="77777777" w:rsidTr="002E621E">
        <w:tc>
          <w:tcPr>
            <w:tcW w:w="1692" w:type="dxa"/>
          </w:tcPr>
          <w:p w14:paraId="1E2A6B19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64" w:type="dxa"/>
          </w:tcPr>
          <w:p w14:paraId="5C5B6A35" w14:textId="7B3182AD" w:rsidR="002E621E" w:rsidRPr="00A7093A" w:rsidRDefault="00194DF7" w:rsidP="008B7E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194DF7">
              <w:rPr>
                <w:rFonts w:ascii="Corbel" w:hAnsi="Corbel"/>
                <w:sz w:val="24"/>
                <w:szCs w:val="24"/>
              </w:rPr>
              <w:t xml:space="preserve">podejmowania inicjatyw zmierzających do doskonalenia własnych umiejętności z zakresu obsługi programów finansowo-księgowych w kontekście zmiany uwarunkowań </w:t>
            </w:r>
            <w:proofErr w:type="spellStart"/>
            <w:r w:rsidRPr="00194DF7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00194DF7">
              <w:rPr>
                <w:rFonts w:ascii="Corbel" w:hAnsi="Corbel"/>
                <w:sz w:val="24"/>
                <w:szCs w:val="24"/>
              </w:rPr>
              <w:t xml:space="preserve"> – ekonomicznych</w:t>
            </w:r>
          </w:p>
        </w:tc>
        <w:tc>
          <w:tcPr>
            <w:tcW w:w="1864" w:type="dxa"/>
          </w:tcPr>
          <w:p w14:paraId="3A066213" w14:textId="04622DAA" w:rsidR="002E621E" w:rsidRPr="00A7093A" w:rsidRDefault="002E621E" w:rsidP="008B7E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K_K0</w:t>
            </w:r>
            <w:r w:rsidR="00194DF7">
              <w:rPr>
                <w:rFonts w:ascii="Corbel" w:hAnsi="Corbel"/>
                <w:sz w:val="24"/>
                <w:szCs w:val="24"/>
              </w:rPr>
              <w:t>2</w:t>
            </w:r>
          </w:p>
          <w:p w14:paraId="21ED3F2E" w14:textId="2004F396" w:rsidR="002E621E" w:rsidRPr="00A7093A" w:rsidRDefault="002E621E" w:rsidP="008B7E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K_K0</w:t>
            </w:r>
            <w:r w:rsidR="00194DF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AC735D8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69769C" w14:textId="7F994A5E" w:rsidR="0085747A" w:rsidRPr="00A7093A" w:rsidRDefault="00675843" w:rsidP="00A7093A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7093A">
        <w:rPr>
          <w:rFonts w:ascii="Corbel" w:hAnsi="Corbel"/>
          <w:b/>
          <w:sz w:val="24"/>
          <w:szCs w:val="24"/>
        </w:rPr>
        <w:t>3.3</w:t>
      </w:r>
      <w:r w:rsidR="001D7B54" w:rsidRPr="00A7093A">
        <w:rPr>
          <w:rFonts w:ascii="Corbel" w:hAnsi="Corbel"/>
          <w:b/>
          <w:sz w:val="24"/>
          <w:szCs w:val="24"/>
        </w:rPr>
        <w:t xml:space="preserve"> </w:t>
      </w:r>
      <w:r w:rsidR="0085747A" w:rsidRPr="00A7093A">
        <w:rPr>
          <w:rFonts w:ascii="Corbel" w:hAnsi="Corbel"/>
          <w:b/>
          <w:sz w:val="24"/>
          <w:szCs w:val="24"/>
        </w:rPr>
        <w:t>T</w:t>
      </w:r>
      <w:r w:rsidR="001D7B54" w:rsidRPr="00A7093A">
        <w:rPr>
          <w:rFonts w:ascii="Corbel" w:hAnsi="Corbel"/>
          <w:b/>
          <w:sz w:val="24"/>
          <w:szCs w:val="24"/>
        </w:rPr>
        <w:t>reści programowe</w:t>
      </w:r>
    </w:p>
    <w:p w14:paraId="63F82206" w14:textId="77777777" w:rsidR="0085747A" w:rsidRPr="00A7093A" w:rsidRDefault="0085747A" w:rsidP="00A7093A">
      <w:pPr>
        <w:spacing w:after="0" w:line="240" w:lineRule="auto"/>
        <w:rPr>
          <w:rFonts w:ascii="Corbel" w:hAnsi="Corbel"/>
          <w:sz w:val="24"/>
          <w:szCs w:val="24"/>
        </w:rPr>
      </w:pPr>
    </w:p>
    <w:p w14:paraId="413E3AD6" w14:textId="77777777" w:rsidR="0085747A" w:rsidRPr="00A7093A" w:rsidRDefault="0085747A" w:rsidP="00A7093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D5AB3" w:rsidRPr="00A7093A" w14:paraId="1800D7EA" w14:textId="77777777" w:rsidTr="002E621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0AD9" w14:textId="77777777" w:rsidR="004D5AB3" w:rsidRPr="00A7093A" w:rsidRDefault="004D5AB3" w:rsidP="00A7093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621E" w:rsidRPr="00A7093A" w14:paraId="72D00B66" w14:textId="77777777" w:rsidTr="002E621E">
        <w:tc>
          <w:tcPr>
            <w:tcW w:w="9520" w:type="dxa"/>
            <w:vAlign w:val="center"/>
          </w:tcPr>
          <w:p w14:paraId="7367DE82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Ogólna charakterystyka systemu finansowo-księgowego. Konfiguracja nowej firmy. Tworzenie kategorii ogólnych i szczegółowych kosztów i przychodów.</w:t>
            </w:r>
          </w:p>
        </w:tc>
      </w:tr>
      <w:tr w:rsidR="002E621E" w:rsidRPr="00A7093A" w14:paraId="16244656" w14:textId="77777777" w:rsidTr="002E621E">
        <w:tc>
          <w:tcPr>
            <w:tcW w:w="9520" w:type="dxa"/>
            <w:vAlign w:val="center"/>
          </w:tcPr>
          <w:p w14:paraId="325230BB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Zapisywanie danych słownikowych kontrahentów, pracowników, banków i urzędów.</w:t>
            </w:r>
          </w:p>
        </w:tc>
      </w:tr>
      <w:tr w:rsidR="002E621E" w:rsidRPr="00A7093A" w14:paraId="234E3F1D" w14:textId="77777777" w:rsidTr="002E621E">
        <w:tc>
          <w:tcPr>
            <w:tcW w:w="9520" w:type="dxa"/>
          </w:tcPr>
          <w:p w14:paraId="08AB00E6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Rejestry i raporty kasowo-bankowe. Rozliczenia kasowo – bankowe. Kompensata zapisów kasowo-bankowych.</w:t>
            </w:r>
          </w:p>
        </w:tc>
      </w:tr>
      <w:tr w:rsidR="002E621E" w:rsidRPr="00A7093A" w14:paraId="78A818DA" w14:textId="77777777" w:rsidTr="002E621E">
        <w:tc>
          <w:tcPr>
            <w:tcW w:w="9520" w:type="dxa"/>
            <w:vAlign w:val="center"/>
          </w:tcPr>
          <w:p w14:paraId="0BD800EC" w14:textId="77777777" w:rsidR="002E621E" w:rsidRPr="00A7093A" w:rsidRDefault="00F40578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Rejestr VAT - e</w:t>
            </w:r>
            <w:r w:rsidR="002E621E" w:rsidRPr="00A7093A">
              <w:rPr>
                <w:rFonts w:ascii="Corbel" w:hAnsi="Corbel"/>
                <w:sz w:val="24"/>
                <w:szCs w:val="24"/>
              </w:rPr>
              <w:t>widencja kosztów i przychodów dokumentowanych fakturami VAT.</w:t>
            </w:r>
            <w:r w:rsidRPr="00A7093A">
              <w:rPr>
                <w:rFonts w:ascii="Corbel" w:hAnsi="Corbel"/>
                <w:sz w:val="24"/>
                <w:szCs w:val="24"/>
              </w:rPr>
              <w:t xml:space="preserve"> Ewidencja dodatkowa kosztów i przychodów.</w:t>
            </w:r>
          </w:p>
        </w:tc>
      </w:tr>
      <w:tr w:rsidR="002E621E" w:rsidRPr="00A7093A" w14:paraId="7BD71F1E" w14:textId="77777777" w:rsidTr="002E621E">
        <w:tc>
          <w:tcPr>
            <w:tcW w:w="9520" w:type="dxa"/>
            <w:vAlign w:val="center"/>
          </w:tcPr>
          <w:p w14:paraId="63CE4919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 xml:space="preserve">Funkcjonowanie Modułu Księgowość: </w:t>
            </w:r>
            <w:r w:rsidR="00F40578" w:rsidRPr="00A7093A">
              <w:rPr>
                <w:rFonts w:ascii="Corbel" w:hAnsi="Corbel"/>
                <w:sz w:val="24"/>
                <w:szCs w:val="24"/>
              </w:rPr>
              <w:t xml:space="preserve">tworzenie i modyfikacja planu kont, </w:t>
            </w:r>
            <w:r w:rsidRPr="00A7093A">
              <w:rPr>
                <w:rFonts w:ascii="Corbel" w:hAnsi="Corbel"/>
                <w:sz w:val="24"/>
                <w:szCs w:val="24"/>
              </w:rPr>
              <w:t>zapisy księgowe, schematy księgowe</w:t>
            </w:r>
            <w:r w:rsidR="00F40578" w:rsidRPr="00A7093A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2E621E" w:rsidRPr="00A7093A" w14:paraId="364CE592" w14:textId="77777777" w:rsidTr="002E621E">
        <w:tc>
          <w:tcPr>
            <w:tcW w:w="9520" w:type="dxa"/>
            <w:vAlign w:val="center"/>
          </w:tcPr>
          <w:p w14:paraId="06D1B657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lastRenderedPageBreak/>
              <w:t>Funkcjonowanie modułu Kadry i płace. Naliczanie płac pracowników zatrudnionych na etat i na umowę zlecenie. Elementy wynagrodzeń, dodatki i potrącenia w liście płac.</w:t>
            </w:r>
          </w:p>
        </w:tc>
      </w:tr>
      <w:tr w:rsidR="002E621E" w:rsidRPr="00A7093A" w14:paraId="6217FA0E" w14:textId="77777777" w:rsidTr="002E621E">
        <w:tc>
          <w:tcPr>
            <w:tcW w:w="9520" w:type="dxa"/>
            <w:vAlign w:val="center"/>
          </w:tcPr>
          <w:p w14:paraId="3F0FF432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 xml:space="preserve">Moduł Handel – zapisy magazynowe, wystawianie faktur sprzedaży, dowodów </w:t>
            </w:r>
            <w:proofErr w:type="spellStart"/>
            <w:r w:rsidRPr="00A7093A">
              <w:rPr>
                <w:rFonts w:ascii="Corbel" w:hAnsi="Corbel"/>
                <w:sz w:val="24"/>
                <w:szCs w:val="24"/>
              </w:rPr>
              <w:t>Wz</w:t>
            </w:r>
            <w:proofErr w:type="spellEnd"/>
            <w:r w:rsidRPr="00A7093A">
              <w:rPr>
                <w:rFonts w:ascii="Corbel" w:hAnsi="Corbel"/>
                <w:sz w:val="24"/>
                <w:szCs w:val="24"/>
              </w:rPr>
              <w:t>, ewidencja zakupu i przyjęcia towarów, rozliczenia finansowe z dostawcami i odbiorcami.</w:t>
            </w:r>
            <w:r w:rsidR="00F40578" w:rsidRPr="00A7093A">
              <w:rPr>
                <w:rFonts w:ascii="Corbel" w:hAnsi="Corbel"/>
                <w:sz w:val="24"/>
                <w:szCs w:val="24"/>
              </w:rPr>
              <w:t xml:space="preserve"> Przenoszenie faktur zakupu i sprzedaży do rejestru VAT. Ewidencja księgowa dokumentów obrotu handlowego z wykorzystaniem schematów księgowych.</w:t>
            </w:r>
          </w:p>
        </w:tc>
      </w:tr>
      <w:tr w:rsidR="00F40578" w:rsidRPr="00A7093A" w14:paraId="664E6580" w14:textId="77777777" w:rsidTr="002E621E">
        <w:tc>
          <w:tcPr>
            <w:tcW w:w="9520" w:type="dxa"/>
            <w:vAlign w:val="center"/>
          </w:tcPr>
          <w:p w14:paraId="4CE0C766" w14:textId="77777777" w:rsidR="00F40578" w:rsidRPr="00A7093A" w:rsidRDefault="00F40578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Sporządzanie zestawień księgowych, ich modyfikacja i interpretacja uzyskanych informacji ewidencyjnych.</w:t>
            </w:r>
          </w:p>
        </w:tc>
      </w:tr>
    </w:tbl>
    <w:p w14:paraId="6898CA58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9792EC" w14:textId="77777777" w:rsidR="0085747A" w:rsidRPr="00A7093A" w:rsidRDefault="009F4610" w:rsidP="00A7093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>3.4 Metody dydaktyczne</w:t>
      </w:r>
      <w:r w:rsidRPr="00A7093A">
        <w:rPr>
          <w:rFonts w:ascii="Corbel" w:hAnsi="Corbel"/>
          <w:b w:val="0"/>
          <w:smallCaps w:val="0"/>
          <w:szCs w:val="24"/>
        </w:rPr>
        <w:t xml:space="preserve"> </w:t>
      </w:r>
    </w:p>
    <w:p w14:paraId="79EC325C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54F053" w14:textId="1B9BCC36" w:rsidR="004D5AB3" w:rsidRPr="00A7093A" w:rsidRDefault="004D5AB3" w:rsidP="00A7093A">
      <w:pPr>
        <w:spacing w:after="0"/>
        <w:rPr>
          <w:rFonts w:ascii="Corbel" w:eastAsia="Times New Roman" w:hAnsi="Corbel"/>
          <w:sz w:val="24"/>
          <w:szCs w:val="24"/>
          <w:lang w:eastAsia="pl-PL"/>
        </w:rPr>
      </w:pPr>
      <w:r w:rsidRPr="00A7093A">
        <w:rPr>
          <w:rFonts w:ascii="Corbel" w:eastAsia="Times New Roman" w:hAnsi="Corbel"/>
          <w:sz w:val="24"/>
          <w:szCs w:val="24"/>
          <w:lang w:eastAsia="pl-PL"/>
        </w:rPr>
        <w:t>praca w laboratorium komputerowym</w:t>
      </w:r>
      <w:r w:rsidR="00B94CA1">
        <w:rPr>
          <w:rFonts w:ascii="Corbel" w:eastAsia="Times New Roman" w:hAnsi="Corbel"/>
          <w:sz w:val="24"/>
          <w:szCs w:val="24"/>
          <w:lang w:eastAsia="pl-PL"/>
        </w:rPr>
        <w:t xml:space="preserve"> -</w:t>
      </w:r>
      <w:r w:rsidRPr="00A7093A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="00B94CA1" w:rsidRPr="00D1615F">
        <w:rPr>
          <w:rFonts w:ascii="Corbel" w:eastAsia="Times New Roman" w:hAnsi="Corbel"/>
          <w:sz w:val="24"/>
          <w:szCs w:val="24"/>
          <w:lang w:eastAsia="pl-PL"/>
        </w:rPr>
        <w:t>ćwiczenia w programie OPTIMA</w:t>
      </w:r>
      <w:r w:rsidR="00B94CA1">
        <w:rPr>
          <w:rFonts w:ascii="Corbel" w:eastAsia="Times New Roman" w:hAnsi="Corbel"/>
          <w:sz w:val="24"/>
          <w:szCs w:val="24"/>
          <w:lang w:eastAsia="pl-PL"/>
        </w:rPr>
        <w:t>,</w:t>
      </w:r>
      <w:r w:rsidR="00B94CA1" w:rsidRPr="00A7093A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Pr="00A7093A">
        <w:rPr>
          <w:rFonts w:ascii="Corbel" w:eastAsia="Times New Roman" w:hAnsi="Corbel"/>
          <w:sz w:val="24"/>
          <w:szCs w:val="24"/>
          <w:lang w:eastAsia="pl-PL"/>
        </w:rPr>
        <w:t>prezentacja multimedialna ćwiczeń do rozwiązania, objaśnienia słowne stosowanych rozwiązań</w:t>
      </w:r>
    </w:p>
    <w:p w14:paraId="56949890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ADA242" w14:textId="77777777" w:rsidR="0085747A" w:rsidRPr="00A7093A" w:rsidRDefault="00C61DC5" w:rsidP="00A709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4. </w:t>
      </w:r>
      <w:r w:rsidR="0085747A" w:rsidRPr="00A7093A">
        <w:rPr>
          <w:rFonts w:ascii="Corbel" w:hAnsi="Corbel"/>
          <w:smallCaps w:val="0"/>
          <w:szCs w:val="24"/>
        </w:rPr>
        <w:t>METODY I KRYTERIA OCENY</w:t>
      </w:r>
      <w:r w:rsidR="009F4610" w:rsidRPr="00A7093A">
        <w:rPr>
          <w:rFonts w:ascii="Corbel" w:hAnsi="Corbel"/>
          <w:smallCaps w:val="0"/>
          <w:szCs w:val="24"/>
        </w:rPr>
        <w:t xml:space="preserve"> </w:t>
      </w:r>
    </w:p>
    <w:p w14:paraId="29367E91" w14:textId="77777777" w:rsidR="00923D7D" w:rsidRPr="00A7093A" w:rsidRDefault="00923D7D" w:rsidP="00A709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A24A2F" w14:textId="77848465" w:rsidR="0085747A" w:rsidRPr="00A7093A" w:rsidRDefault="0085747A" w:rsidP="00A7093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4.1 Sposoby weryfikacji efektów </w:t>
      </w:r>
      <w:r w:rsidR="00B94CA1">
        <w:rPr>
          <w:rFonts w:ascii="Corbel" w:hAnsi="Corbel"/>
          <w:smallCaps w:val="0"/>
          <w:szCs w:val="24"/>
        </w:rPr>
        <w:t>uczenia się</w:t>
      </w:r>
    </w:p>
    <w:p w14:paraId="2F04A7D2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4759"/>
        <w:gridCol w:w="3173"/>
      </w:tblGrid>
      <w:tr w:rsidR="0085747A" w:rsidRPr="00A7093A" w14:paraId="5C1D7EE3" w14:textId="77777777" w:rsidTr="002E621E">
        <w:tc>
          <w:tcPr>
            <w:tcW w:w="1588" w:type="dxa"/>
            <w:vAlign w:val="center"/>
          </w:tcPr>
          <w:p w14:paraId="60A6E659" w14:textId="77777777" w:rsidR="0085747A" w:rsidRPr="00A7093A" w:rsidRDefault="0071620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759" w:type="dxa"/>
            <w:vAlign w:val="center"/>
          </w:tcPr>
          <w:p w14:paraId="7DDFD3F9" w14:textId="56BDF224" w:rsidR="0085747A" w:rsidRPr="00A7093A" w:rsidRDefault="0085747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B94C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ED3EA07" w14:textId="77777777" w:rsidR="0085747A" w:rsidRPr="00A7093A" w:rsidRDefault="0085747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3173" w:type="dxa"/>
            <w:vAlign w:val="center"/>
          </w:tcPr>
          <w:p w14:paraId="72C5B7AD" w14:textId="77777777" w:rsidR="00923D7D" w:rsidRPr="00A7093A" w:rsidRDefault="0085747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245D56" w14:textId="77777777" w:rsidR="0085747A" w:rsidRPr="00A7093A" w:rsidRDefault="0085747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7093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7093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603A7" w:rsidRPr="00A7093A" w14:paraId="7E335549" w14:textId="77777777" w:rsidTr="002E621E">
        <w:tc>
          <w:tcPr>
            <w:tcW w:w="1588" w:type="dxa"/>
          </w:tcPr>
          <w:p w14:paraId="7299B1B7" w14:textId="77777777" w:rsidR="00B603A7" w:rsidRPr="00A7093A" w:rsidRDefault="00B603A7" w:rsidP="00B603A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bookmarkStart w:id="0" w:name="_GoBack" w:colFirst="2" w:colLast="2"/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4759" w:type="dxa"/>
          </w:tcPr>
          <w:p w14:paraId="0D439EDD" w14:textId="3995327A" w:rsidR="00B603A7" w:rsidRPr="00A7093A" w:rsidRDefault="00B603A7" w:rsidP="00B603A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76322E9E" w14:textId="514582F1" w:rsidR="00B603A7" w:rsidRPr="00B603A7" w:rsidRDefault="00B603A7" w:rsidP="00B603A7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603A7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B603A7" w:rsidRPr="00A7093A" w14:paraId="01E14FD7" w14:textId="77777777" w:rsidTr="002E621E">
        <w:tc>
          <w:tcPr>
            <w:tcW w:w="1588" w:type="dxa"/>
          </w:tcPr>
          <w:p w14:paraId="125BD552" w14:textId="77777777" w:rsidR="00B603A7" w:rsidRPr="00A7093A" w:rsidRDefault="00B603A7" w:rsidP="00B603A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4759" w:type="dxa"/>
          </w:tcPr>
          <w:p w14:paraId="681371BE" w14:textId="55307F65" w:rsidR="00B603A7" w:rsidRPr="00A7093A" w:rsidRDefault="00B603A7" w:rsidP="00B603A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4CFF86C0" w14:textId="5FF4314D" w:rsidR="00B603A7" w:rsidRPr="00B603A7" w:rsidRDefault="00B603A7" w:rsidP="00B603A7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603A7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B603A7" w:rsidRPr="00A7093A" w14:paraId="40281D58" w14:textId="77777777" w:rsidTr="002E621E">
        <w:tc>
          <w:tcPr>
            <w:tcW w:w="1588" w:type="dxa"/>
          </w:tcPr>
          <w:p w14:paraId="3BC0A7A6" w14:textId="77777777" w:rsidR="00B603A7" w:rsidRPr="00A7093A" w:rsidRDefault="00B603A7" w:rsidP="00B603A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4759" w:type="dxa"/>
          </w:tcPr>
          <w:p w14:paraId="68EC5C27" w14:textId="40943389" w:rsidR="00B603A7" w:rsidRPr="00A7093A" w:rsidRDefault="00B603A7" w:rsidP="00B603A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14:paraId="4E9834A3" w14:textId="3F3FB1A2" w:rsidR="00B603A7" w:rsidRPr="00B603A7" w:rsidRDefault="00B603A7" w:rsidP="00B603A7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603A7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B603A7" w:rsidRPr="00A7093A" w14:paraId="263822AE" w14:textId="77777777" w:rsidTr="002E621E">
        <w:tc>
          <w:tcPr>
            <w:tcW w:w="1588" w:type="dxa"/>
          </w:tcPr>
          <w:p w14:paraId="5DFA816C" w14:textId="77777777" w:rsidR="00B603A7" w:rsidRPr="00A7093A" w:rsidRDefault="00B603A7" w:rsidP="00B603A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4759" w:type="dxa"/>
          </w:tcPr>
          <w:p w14:paraId="6E43FEDF" w14:textId="1089F38D" w:rsidR="00B603A7" w:rsidRPr="00A7093A" w:rsidRDefault="00B603A7" w:rsidP="00B603A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14:paraId="4195ADC4" w14:textId="360208C5" w:rsidR="00B603A7" w:rsidRPr="00B603A7" w:rsidRDefault="00B603A7" w:rsidP="00B603A7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603A7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B603A7" w:rsidRPr="00A7093A" w14:paraId="71B83A98" w14:textId="77777777" w:rsidTr="002E621E">
        <w:tc>
          <w:tcPr>
            <w:tcW w:w="1588" w:type="dxa"/>
          </w:tcPr>
          <w:p w14:paraId="529724F5" w14:textId="77777777" w:rsidR="00B603A7" w:rsidRPr="00A7093A" w:rsidRDefault="00B603A7" w:rsidP="00B603A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4759" w:type="dxa"/>
          </w:tcPr>
          <w:p w14:paraId="0B71AA3E" w14:textId="74E029BD" w:rsidR="00B603A7" w:rsidRPr="00A7093A" w:rsidRDefault="00B603A7" w:rsidP="00B603A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obserwacja postawy i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zajmowanego</w:t>
            </w: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stanowiska</w:t>
            </w:r>
          </w:p>
        </w:tc>
        <w:tc>
          <w:tcPr>
            <w:tcW w:w="3173" w:type="dxa"/>
          </w:tcPr>
          <w:p w14:paraId="229CBAD5" w14:textId="21B102C0" w:rsidR="00B603A7" w:rsidRPr="00B603A7" w:rsidRDefault="00B603A7" w:rsidP="00B603A7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603A7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bookmarkEnd w:id="0"/>
    </w:tbl>
    <w:p w14:paraId="43ACC26B" w14:textId="77777777" w:rsidR="00923D7D" w:rsidRPr="00A7093A" w:rsidRDefault="00923D7D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B5D9C" w14:textId="77777777" w:rsidR="0085747A" w:rsidRPr="00A7093A" w:rsidRDefault="003E1941" w:rsidP="00A7093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4.2 </w:t>
      </w:r>
      <w:r w:rsidR="0085747A" w:rsidRPr="00A7093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7093A">
        <w:rPr>
          <w:rFonts w:ascii="Corbel" w:hAnsi="Corbel"/>
          <w:smallCaps w:val="0"/>
          <w:szCs w:val="24"/>
        </w:rPr>
        <w:t xml:space="preserve"> </w:t>
      </w:r>
    </w:p>
    <w:p w14:paraId="2A33023D" w14:textId="77777777" w:rsidR="00923D7D" w:rsidRPr="00A7093A" w:rsidRDefault="00923D7D" w:rsidP="00A7093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7093A" w14:paraId="54D251B7" w14:textId="77777777" w:rsidTr="7E7F34C7">
        <w:tc>
          <w:tcPr>
            <w:tcW w:w="9670" w:type="dxa"/>
          </w:tcPr>
          <w:p w14:paraId="01E9AC77" w14:textId="6C40E9C9" w:rsidR="004D5AB3" w:rsidRPr="00A7093A" w:rsidRDefault="1ED83288" w:rsidP="7E7F34C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Z</w:t>
            </w:r>
            <w:r w:rsidR="004D5AB3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aliczenie z oceną na podstawie ocen cząstkowych (</w:t>
            </w:r>
            <w:r w:rsidR="002E621E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3</w:t>
            </w:r>
            <w:r w:rsidR="004D5AB3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kolokwia</w:t>
            </w:r>
            <w:r w:rsidR="2440FCC6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- każde na ocenę pozytywną</w:t>
            </w:r>
            <w:r w:rsidR="004D5AB3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, bieżąca prezentacja na zajęciach rezultatów rozwiązywanych przykładów</w:t>
            </w:r>
            <w:r w:rsidR="00B16388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)</w:t>
            </w:r>
          </w:p>
          <w:p w14:paraId="7C89FD96" w14:textId="609B9420" w:rsidR="0085747A" w:rsidRPr="00A7093A" w:rsidRDefault="1B154079" w:rsidP="7E7F34C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Ocena 3,0 wymaga zdobycia minimum 51% maksymalnej liczby punktów.</w:t>
            </w:r>
          </w:p>
        </w:tc>
      </w:tr>
    </w:tbl>
    <w:p w14:paraId="2395AB61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DC702B" w14:textId="77777777" w:rsidR="009F4610" w:rsidRPr="00A7093A" w:rsidRDefault="0085747A" w:rsidP="00A7093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7093A">
        <w:rPr>
          <w:rFonts w:ascii="Corbel" w:hAnsi="Corbel"/>
          <w:b/>
          <w:sz w:val="24"/>
          <w:szCs w:val="24"/>
        </w:rPr>
        <w:t xml:space="preserve">5. </w:t>
      </w:r>
      <w:r w:rsidR="00C61DC5" w:rsidRPr="00A7093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A7093A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A7093A">
        <w:rPr>
          <w:rFonts w:ascii="Corbel" w:hAnsi="Corbel"/>
          <w:b/>
          <w:sz w:val="24"/>
          <w:szCs w:val="24"/>
        </w:rPr>
        <w:t xml:space="preserve"> </w:t>
      </w:r>
    </w:p>
    <w:p w14:paraId="06C809DA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A7093A" w14:paraId="78077BD5" w14:textId="77777777" w:rsidTr="002E621E">
        <w:tc>
          <w:tcPr>
            <w:tcW w:w="4901" w:type="dxa"/>
            <w:vAlign w:val="center"/>
          </w:tcPr>
          <w:p w14:paraId="432E96B5" w14:textId="77777777" w:rsidR="0085747A" w:rsidRPr="00A7093A" w:rsidRDefault="00C61DC5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7093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7093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7093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6D588587" w14:textId="77777777" w:rsidR="0085747A" w:rsidRPr="00A7093A" w:rsidRDefault="00C61DC5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7093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7093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7093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7093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7093A" w14:paraId="4D8B744C" w14:textId="77777777" w:rsidTr="002E621E">
        <w:tc>
          <w:tcPr>
            <w:tcW w:w="4901" w:type="dxa"/>
          </w:tcPr>
          <w:p w14:paraId="52269AE1" w14:textId="25C0061D" w:rsidR="0085747A" w:rsidRPr="00A7093A" w:rsidRDefault="00C61DC5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G</w:t>
            </w:r>
            <w:r w:rsidR="0085747A" w:rsidRPr="00A7093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7093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7093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7093A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A7093A">
              <w:rPr>
                <w:rFonts w:ascii="Corbel" w:hAnsi="Corbel"/>
                <w:sz w:val="24"/>
                <w:szCs w:val="24"/>
              </w:rPr>
              <w:t xml:space="preserve"> </w:t>
            </w:r>
            <w:r w:rsidR="004D3552" w:rsidRPr="00A7093A">
              <w:rPr>
                <w:rFonts w:ascii="Corbel" w:hAnsi="Corbel"/>
                <w:sz w:val="24"/>
                <w:szCs w:val="24"/>
              </w:rPr>
              <w:t xml:space="preserve">z </w:t>
            </w:r>
            <w:r w:rsidR="00B05715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A7093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7093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9" w:type="dxa"/>
          </w:tcPr>
          <w:p w14:paraId="2E10975C" w14:textId="417F4DF3" w:rsidR="0085747A" w:rsidRPr="00A7093A" w:rsidRDefault="00FE3EC5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A7093A" w14:paraId="531E5FF1" w14:textId="77777777" w:rsidTr="002E621E">
        <w:tc>
          <w:tcPr>
            <w:tcW w:w="4901" w:type="dxa"/>
          </w:tcPr>
          <w:p w14:paraId="021DA5D3" w14:textId="77777777" w:rsidR="00CB7710" w:rsidRPr="009C54AE" w:rsidRDefault="00CB7710" w:rsidP="00CB77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9F95335" w14:textId="466F3125" w:rsidR="00C61DC5" w:rsidRPr="00A7093A" w:rsidRDefault="00CB7710" w:rsidP="00CB77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</w:t>
            </w:r>
            <w:r w:rsidRPr="00572060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619" w:type="dxa"/>
          </w:tcPr>
          <w:p w14:paraId="6CFA2305" w14:textId="77777777" w:rsidR="00C61DC5" w:rsidRPr="00A7093A" w:rsidRDefault="004D3552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A7093A" w14:paraId="0E566224" w14:textId="77777777" w:rsidTr="002E621E">
        <w:tc>
          <w:tcPr>
            <w:tcW w:w="4901" w:type="dxa"/>
          </w:tcPr>
          <w:p w14:paraId="11A4AC0A" w14:textId="77777777" w:rsidR="006B71A5" w:rsidRDefault="00CB7710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6B71A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F537465" w14:textId="50FCE9DD" w:rsidR="00C61DC5" w:rsidRPr="00A7093A" w:rsidRDefault="006B71A5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CB7710">
              <w:rPr>
                <w:rFonts w:ascii="Corbel" w:hAnsi="Corbel"/>
                <w:sz w:val="24"/>
                <w:szCs w:val="24"/>
              </w:rPr>
              <w:t>p</w:t>
            </w:r>
            <w:r w:rsidR="004D3552" w:rsidRPr="00A7093A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ćwiczeń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kolokwiów)</w:t>
            </w:r>
          </w:p>
        </w:tc>
        <w:tc>
          <w:tcPr>
            <w:tcW w:w="4619" w:type="dxa"/>
          </w:tcPr>
          <w:p w14:paraId="4FA52A58" w14:textId="20513B1D" w:rsidR="00C61DC5" w:rsidRPr="00A7093A" w:rsidRDefault="00FE3EC5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A7093A" w14:paraId="4C8B4D7D" w14:textId="77777777" w:rsidTr="002E621E">
        <w:tc>
          <w:tcPr>
            <w:tcW w:w="4901" w:type="dxa"/>
          </w:tcPr>
          <w:p w14:paraId="0DE32FA8" w14:textId="77777777" w:rsidR="0085747A" w:rsidRPr="00A7093A" w:rsidRDefault="0085747A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5FA809C2" w14:textId="77777777" w:rsidR="0085747A" w:rsidRPr="00A7093A" w:rsidRDefault="00F40578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A7093A" w14:paraId="5D45466C" w14:textId="77777777" w:rsidTr="002E621E">
        <w:tc>
          <w:tcPr>
            <w:tcW w:w="4901" w:type="dxa"/>
          </w:tcPr>
          <w:p w14:paraId="17289179" w14:textId="77777777" w:rsidR="0085747A" w:rsidRPr="00A7093A" w:rsidRDefault="0085747A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7093A"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SUMARYCZNA LICZBA PUNKTÓW </w:t>
            </w:r>
            <w:proofErr w:type="spellStart"/>
            <w:r w:rsidRPr="00A7093A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9" w:type="dxa"/>
          </w:tcPr>
          <w:p w14:paraId="0A61995D" w14:textId="77777777" w:rsidR="0085747A" w:rsidRPr="00A7093A" w:rsidRDefault="00F40578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5AB7B92" w14:textId="77777777" w:rsidR="0085747A" w:rsidRPr="00A7093A" w:rsidRDefault="00923D7D" w:rsidP="00A7093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7093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7093A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A7093A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A7093A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EB05DD0" w14:textId="77777777" w:rsidR="003E1941" w:rsidRPr="00A7093A" w:rsidRDefault="003E1941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0BE33C" w14:textId="36EA1569" w:rsidR="0085747A" w:rsidRPr="00A7093A" w:rsidRDefault="0071620A" w:rsidP="00A7093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6. </w:t>
      </w:r>
      <w:r w:rsidR="0085747A" w:rsidRPr="00A7093A">
        <w:rPr>
          <w:rFonts w:ascii="Corbel" w:hAnsi="Corbel"/>
          <w:smallCaps w:val="0"/>
          <w:szCs w:val="24"/>
        </w:rPr>
        <w:t>PRAKTYKI ZAWODOWE W RAMACH PRZEDMIOTU</w:t>
      </w:r>
    </w:p>
    <w:p w14:paraId="76193322" w14:textId="77777777" w:rsidR="0085747A" w:rsidRPr="00A7093A" w:rsidRDefault="0085747A" w:rsidP="00A7093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A7093A" w14:paraId="2410023E" w14:textId="77777777" w:rsidTr="004D3552">
        <w:trPr>
          <w:trHeight w:val="397"/>
        </w:trPr>
        <w:tc>
          <w:tcPr>
            <w:tcW w:w="4111" w:type="dxa"/>
          </w:tcPr>
          <w:p w14:paraId="3FCBA45A" w14:textId="77777777" w:rsidR="0085747A" w:rsidRPr="00A7093A" w:rsidRDefault="0085747A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026CD40F" w14:textId="77777777" w:rsidR="0085747A" w:rsidRPr="00A7093A" w:rsidRDefault="00B16388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7093A" w14:paraId="1A32FD25" w14:textId="77777777" w:rsidTr="004D3552">
        <w:trPr>
          <w:trHeight w:val="397"/>
        </w:trPr>
        <w:tc>
          <w:tcPr>
            <w:tcW w:w="4111" w:type="dxa"/>
          </w:tcPr>
          <w:p w14:paraId="1532C03F" w14:textId="77777777" w:rsidR="0085747A" w:rsidRPr="00A7093A" w:rsidRDefault="0085747A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5705F273" w14:textId="77777777" w:rsidR="0085747A" w:rsidRPr="00A7093A" w:rsidRDefault="00B16388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1264657" w14:textId="77777777" w:rsidR="003E1941" w:rsidRPr="00A7093A" w:rsidRDefault="003E1941" w:rsidP="00A709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653F8A" w14:textId="77777777" w:rsidR="0085747A" w:rsidRPr="00A7093A" w:rsidRDefault="00675843" w:rsidP="00A7093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7. </w:t>
      </w:r>
      <w:r w:rsidR="0085747A" w:rsidRPr="00A7093A">
        <w:rPr>
          <w:rFonts w:ascii="Corbel" w:hAnsi="Corbel"/>
          <w:smallCaps w:val="0"/>
          <w:szCs w:val="24"/>
        </w:rPr>
        <w:t>LITERATURA</w:t>
      </w:r>
      <w:r w:rsidRPr="00A7093A">
        <w:rPr>
          <w:rFonts w:ascii="Corbel" w:hAnsi="Corbel"/>
          <w:smallCaps w:val="0"/>
          <w:szCs w:val="24"/>
        </w:rPr>
        <w:t xml:space="preserve"> </w:t>
      </w:r>
    </w:p>
    <w:p w14:paraId="5B4352FE" w14:textId="77777777" w:rsidR="00675843" w:rsidRPr="00A7093A" w:rsidRDefault="00675843" w:rsidP="00A709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7093A" w14:paraId="01BFB025" w14:textId="77777777" w:rsidTr="004D3552">
        <w:trPr>
          <w:trHeight w:val="397"/>
        </w:trPr>
        <w:tc>
          <w:tcPr>
            <w:tcW w:w="9639" w:type="dxa"/>
          </w:tcPr>
          <w:p w14:paraId="40D3CD83" w14:textId="77777777" w:rsidR="0085747A" w:rsidRPr="00A7093A" w:rsidRDefault="0085747A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1E79995" w14:textId="00BAEC6C" w:rsidR="002E621E" w:rsidRPr="00B05715" w:rsidRDefault="002E621E" w:rsidP="00A7093A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Program </w:t>
            </w:r>
            <w:proofErr w:type="spellStart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ERP</w:t>
            </w:r>
            <w:proofErr w:type="spellEnd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 OPTIMA, Księga handlowa, Oprogramowanie dla firm, </w:t>
            </w:r>
            <w:proofErr w:type="spellStart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Comarch</w:t>
            </w:r>
            <w:proofErr w:type="spellEnd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, Kraków, 20</w:t>
            </w:r>
            <w:r w:rsidR="00B05715"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20</w:t>
            </w:r>
          </w:p>
          <w:p w14:paraId="2CFB9CE8" w14:textId="3F092298" w:rsidR="002E621E" w:rsidRPr="00B05715" w:rsidRDefault="002E621E" w:rsidP="00A7093A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Program </w:t>
            </w:r>
            <w:proofErr w:type="spellStart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ERP</w:t>
            </w:r>
            <w:proofErr w:type="spellEnd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 OPTIMA, Kadry i Płace, Oprogramowanie dla firm, </w:t>
            </w:r>
            <w:proofErr w:type="spellStart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Comarch</w:t>
            </w:r>
            <w:proofErr w:type="spellEnd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, Kraków, 20</w:t>
            </w:r>
            <w:r w:rsidR="00B05715"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20</w:t>
            </w:r>
          </w:p>
          <w:p w14:paraId="4BBF3777" w14:textId="399FAD8C" w:rsidR="004D5AB3" w:rsidRPr="00A7093A" w:rsidRDefault="002E621E" w:rsidP="00157A7F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Program </w:t>
            </w:r>
            <w:proofErr w:type="spellStart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ERP</w:t>
            </w:r>
            <w:proofErr w:type="spellEnd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 OPTIMA, Procesy logistyczne w module handel, Oprogramowanie dla firm, </w:t>
            </w:r>
            <w:proofErr w:type="spellStart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Comarch</w:t>
            </w:r>
            <w:proofErr w:type="spellEnd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, Kraków, 20</w:t>
            </w:r>
            <w:r w:rsidR="00B05715"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20</w:t>
            </w:r>
          </w:p>
        </w:tc>
      </w:tr>
      <w:tr w:rsidR="0085747A" w:rsidRPr="00A7093A" w14:paraId="0DB9C787" w14:textId="77777777" w:rsidTr="004D3552">
        <w:trPr>
          <w:trHeight w:val="397"/>
        </w:trPr>
        <w:tc>
          <w:tcPr>
            <w:tcW w:w="9639" w:type="dxa"/>
          </w:tcPr>
          <w:p w14:paraId="31D51BBD" w14:textId="77777777" w:rsidR="0085747A" w:rsidRPr="00A7093A" w:rsidRDefault="0085747A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B654C5" w14:textId="77777777" w:rsidR="00B05715" w:rsidRPr="006E7B6A" w:rsidRDefault="00B05715" w:rsidP="00B05715">
            <w:pPr>
              <w:pStyle w:val="Punktygwne"/>
              <w:numPr>
                <w:ilvl w:val="0"/>
                <w:numId w:val="4"/>
              </w:numPr>
              <w:spacing w:before="0" w:after="0"/>
              <w:ind w:left="484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Strojek-Filus M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.,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Maruszewska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E.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W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.,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Rachunkowość finansowa: wprowadzenie: teoria, przykłady, zadania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Wydawnictwo </w:t>
            </w:r>
            <w:proofErr w:type="spellStart"/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Poltex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t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,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Warszawa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2018</w:t>
            </w:r>
          </w:p>
          <w:p w14:paraId="42D20294" w14:textId="7DDEF370" w:rsidR="004D5AB3" w:rsidRPr="00A7093A" w:rsidRDefault="00B05715" w:rsidP="00B05715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Gos W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.,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proofErr w:type="spellStart"/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Hońko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S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.,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Janowicz M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.,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Winiarska K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.,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Rachunkowość finansowa dla zaawansowanych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</w:t>
            </w:r>
            <w:proofErr w:type="spellStart"/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Difin</w:t>
            </w:r>
            <w:proofErr w:type="spellEnd"/>
            <w:r w:rsidRPr="00B93CE0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Warszawa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2017</w:t>
            </w:r>
          </w:p>
        </w:tc>
      </w:tr>
    </w:tbl>
    <w:p w14:paraId="2B283EC4" w14:textId="77777777" w:rsidR="0085747A" w:rsidRPr="00A7093A" w:rsidRDefault="0085747A" w:rsidP="00A709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CABF0" w14:textId="77777777" w:rsidR="0085747A" w:rsidRPr="00A7093A" w:rsidRDefault="0085747A" w:rsidP="00A709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CDBA6" w14:textId="77777777" w:rsidR="0085747A" w:rsidRPr="00A7093A" w:rsidRDefault="0085747A" w:rsidP="00A7093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7093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7093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848946" w14:textId="77777777" w:rsidR="00EE082A" w:rsidRDefault="00EE082A" w:rsidP="00C16ABF">
      <w:pPr>
        <w:spacing w:after="0" w:line="240" w:lineRule="auto"/>
      </w:pPr>
      <w:r>
        <w:separator/>
      </w:r>
    </w:p>
  </w:endnote>
  <w:endnote w:type="continuationSeparator" w:id="0">
    <w:p w14:paraId="7CEA54AE" w14:textId="77777777" w:rsidR="00EE082A" w:rsidRDefault="00EE082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D524D" w14:textId="77777777" w:rsidR="00EE082A" w:rsidRDefault="00EE082A" w:rsidP="00C16ABF">
      <w:pPr>
        <w:spacing w:after="0" w:line="240" w:lineRule="auto"/>
      </w:pPr>
      <w:r>
        <w:separator/>
      </w:r>
    </w:p>
  </w:footnote>
  <w:footnote w:type="continuationSeparator" w:id="0">
    <w:p w14:paraId="50717DB8" w14:textId="77777777" w:rsidR="00EE082A" w:rsidRDefault="00EE082A" w:rsidP="00C16ABF">
      <w:pPr>
        <w:spacing w:after="0" w:line="240" w:lineRule="auto"/>
      </w:pPr>
      <w:r>
        <w:continuationSeparator/>
      </w:r>
    </w:p>
  </w:footnote>
  <w:footnote w:id="1">
    <w:p w14:paraId="516F2AE0" w14:textId="77777777" w:rsidR="007636F1" w:rsidRDefault="007636F1" w:rsidP="007636F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3E1B"/>
    <w:multiLevelType w:val="hybridMultilevel"/>
    <w:tmpl w:val="7FFA1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74C503D"/>
    <w:multiLevelType w:val="hybridMultilevel"/>
    <w:tmpl w:val="DAB88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0F74E4"/>
    <w:multiLevelType w:val="hybridMultilevel"/>
    <w:tmpl w:val="48C03C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687C"/>
    <w:rsid w:val="00022ECE"/>
    <w:rsid w:val="00042A51"/>
    <w:rsid w:val="00042D2E"/>
    <w:rsid w:val="00044C82"/>
    <w:rsid w:val="00070ED6"/>
    <w:rsid w:val="00071AC5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7A7F"/>
    <w:rsid w:val="00164FA7"/>
    <w:rsid w:val="00166A03"/>
    <w:rsid w:val="001718A7"/>
    <w:rsid w:val="001737CF"/>
    <w:rsid w:val="00176083"/>
    <w:rsid w:val="00177AE9"/>
    <w:rsid w:val="001847C7"/>
    <w:rsid w:val="00192F37"/>
    <w:rsid w:val="00194DF7"/>
    <w:rsid w:val="001A70D2"/>
    <w:rsid w:val="001B2665"/>
    <w:rsid w:val="001D657B"/>
    <w:rsid w:val="001D7B54"/>
    <w:rsid w:val="001E0209"/>
    <w:rsid w:val="001F2CA2"/>
    <w:rsid w:val="00212C9F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E621E"/>
    <w:rsid w:val="002F02A3"/>
    <w:rsid w:val="002F4ABE"/>
    <w:rsid w:val="003018BA"/>
    <w:rsid w:val="00305C92"/>
    <w:rsid w:val="003151C5"/>
    <w:rsid w:val="003266D3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B15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72C"/>
    <w:rsid w:val="004968E2"/>
    <w:rsid w:val="004A3EEA"/>
    <w:rsid w:val="004A4D1F"/>
    <w:rsid w:val="004D3552"/>
    <w:rsid w:val="004D5282"/>
    <w:rsid w:val="004D5AB3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90D91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7230"/>
    <w:rsid w:val="00621CE1"/>
    <w:rsid w:val="00634B84"/>
    <w:rsid w:val="00647FA8"/>
    <w:rsid w:val="006620D9"/>
    <w:rsid w:val="00671958"/>
    <w:rsid w:val="00675843"/>
    <w:rsid w:val="00696477"/>
    <w:rsid w:val="006B71A5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6F1"/>
    <w:rsid w:val="00763BF1"/>
    <w:rsid w:val="00766FD4"/>
    <w:rsid w:val="0078168C"/>
    <w:rsid w:val="00790E27"/>
    <w:rsid w:val="007A2222"/>
    <w:rsid w:val="007A4022"/>
    <w:rsid w:val="007A6E6E"/>
    <w:rsid w:val="007C3299"/>
    <w:rsid w:val="007C3BCC"/>
    <w:rsid w:val="007D6E56"/>
    <w:rsid w:val="007F4155"/>
    <w:rsid w:val="0081707E"/>
    <w:rsid w:val="008449B3"/>
    <w:rsid w:val="0085747A"/>
    <w:rsid w:val="00884922"/>
    <w:rsid w:val="00885F64"/>
    <w:rsid w:val="008917F9"/>
    <w:rsid w:val="008A45F7"/>
    <w:rsid w:val="008B7EBF"/>
    <w:rsid w:val="008C0CC0"/>
    <w:rsid w:val="008C19A9"/>
    <w:rsid w:val="008C379D"/>
    <w:rsid w:val="008C5147"/>
    <w:rsid w:val="008C5359"/>
    <w:rsid w:val="008C5363"/>
    <w:rsid w:val="008D3DFB"/>
    <w:rsid w:val="008E64F4"/>
    <w:rsid w:val="008E7B65"/>
    <w:rsid w:val="008F12C9"/>
    <w:rsid w:val="008F6E29"/>
    <w:rsid w:val="009055E7"/>
    <w:rsid w:val="00916188"/>
    <w:rsid w:val="00923D7D"/>
    <w:rsid w:val="009508DF"/>
    <w:rsid w:val="00950DAC"/>
    <w:rsid w:val="00954A07"/>
    <w:rsid w:val="009709C9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542B"/>
    <w:rsid w:val="00A36899"/>
    <w:rsid w:val="00A371F6"/>
    <w:rsid w:val="00A43BF6"/>
    <w:rsid w:val="00A54817"/>
    <w:rsid w:val="00A601C8"/>
    <w:rsid w:val="00A60799"/>
    <w:rsid w:val="00A7093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715"/>
    <w:rsid w:val="00B06142"/>
    <w:rsid w:val="00B135B1"/>
    <w:rsid w:val="00B16388"/>
    <w:rsid w:val="00B3130B"/>
    <w:rsid w:val="00B40ADB"/>
    <w:rsid w:val="00B43B77"/>
    <w:rsid w:val="00B43E80"/>
    <w:rsid w:val="00B603A7"/>
    <w:rsid w:val="00B607DB"/>
    <w:rsid w:val="00B66529"/>
    <w:rsid w:val="00B75946"/>
    <w:rsid w:val="00B8056E"/>
    <w:rsid w:val="00B819C8"/>
    <w:rsid w:val="00B82308"/>
    <w:rsid w:val="00B94CA1"/>
    <w:rsid w:val="00BB520A"/>
    <w:rsid w:val="00BD3869"/>
    <w:rsid w:val="00BD66E9"/>
    <w:rsid w:val="00BF2C41"/>
    <w:rsid w:val="00C058B4"/>
    <w:rsid w:val="00C11D7F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771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2969"/>
    <w:rsid w:val="00D552B2"/>
    <w:rsid w:val="00D608D1"/>
    <w:rsid w:val="00D74119"/>
    <w:rsid w:val="00D8075B"/>
    <w:rsid w:val="00D8678B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44C54"/>
    <w:rsid w:val="00E51E44"/>
    <w:rsid w:val="00E565E7"/>
    <w:rsid w:val="00E63348"/>
    <w:rsid w:val="00E77E88"/>
    <w:rsid w:val="00E8107D"/>
    <w:rsid w:val="00EA4832"/>
    <w:rsid w:val="00EC4899"/>
    <w:rsid w:val="00ED03AB"/>
    <w:rsid w:val="00ED32D2"/>
    <w:rsid w:val="00EE082A"/>
    <w:rsid w:val="00EE32DE"/>
    <w:rsid w:val="00EE5457"/>
    <w:rsid w:val="00F070AB"/>
    <w:rsid w:val="00F27A7B"/>
    <w:rsid w:val="00F40578"/>
    <w:rsid w:val="00F526AF"/>
    <w:rsid w:val="00F617C3"/>
    <w:rsid w:val="00F672AF"/>
    <w:rsid w:val="00F7066B"/>
    <w:rsid w:val="00F83B28"/>
    <w:rsid w:val="00F952B9"/>
    <w:rsid w:val="00FB7DBA"/>
    <w:rsid w:val="00FC1C25"/>
    <w:rsid w:val="00FC3F45"/>
    <w:rsid w:val="00FD503F"/>
    <w:rsid w:val="00FD7589"/>
    <w:rsid w:val="00FE3EC5"/>
    <w:rsid w:val="00FF016A"/>
    <w:rsid w:val="00FF1401"/>
    <w:rsid w:val="00FF5E7D"/>
    <w:rsid w:val="1A769885"/>
    <w:rsid w:val="1B154079"/>
    <w:rsid w:val="1ED83288"/>
    <w:rsid w:val="2440FCC6"/>
    <w:rsid w:val="7E7F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D3311"/>
  <w15:docId w15:val="{B232628F-F2DE-452E-924E-A1A3A1CDC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7E1B1-573A-4D22-A062-8615C4E10C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E57090-9679-4A8A-94BA-8C4305A517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425D7D-314B-4F74-92C7-83A4073A99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579505-5AFD-409F-ABF7-F098B9C10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887</Words>
  <Characters>5328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20</cp:revision>
  <cp:lastPrinted>2017-02-15T12:41:00Z</cp:lastPrinted>
  <dcterms:created xsi:type="dcterms:W3CDTF">2020-10-23T09:40:00Z</dcterms:created>
  <dcterms:modified xsi:type="dcterms:W3CDTF">2021-11-02T08:18:00Z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